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8AE" w:rsidRPr="00DE6CCE" w:rsidRDefault="00D468AE" w:rsidP="00AC5F1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E6CCE">
        <w:rPr>
          <w:rFonts w:ascii="Times New Roman" w:hAnsi="Times New Roman" w:cs="Times New Roman"/>
          <w:b/>
          <w:bCs/>
          <w:sz w:val="36"/>
          <w:szCs w:val="36"/>
        </w:rPr>
        <w:t>О правилах эксплуатации маломерных судов</w:t>
      </w:r>
      <w:bookmarkStart w:id="0" w:name="_GoBack"/>
      <w:bookmarkEnd w:id="0"/>
      <w:r w:rsidRPr="00DE6CC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:rsidR="00D468AE" w:rsidRPr="00AC5F18" w:rsidRDefault="00D468AE" w:rsidP="00AC5F18">
      <w:pPr>
        <w:jc w:val="both"/>
        <w:rPr>
          <w:rFonts w:ascii="Times New Roman" w:hAnsi="Times New Roman" w:cs="Times New Roman"/>
          <w:sz w:val="24"/>
          <w:szCs w:val="24"/>
        </w:rPr>
      </w:pPr>
      <w:r w:rsidRPr="00AC5F18">
        <w:rPr>
          <w:rFonts w:ascii="Times New Roman" w:hAnsi="Times New Roman" w:cs="Times New Roman"/>
          <w:sz w:val="24"/>
          <w:szCs w:val="24"/>
        </w:rPr>
        <w:t xml:space="preserve"> На водоемах Новосибирской области наблюдается активное использование гражданами маломерных судов. Основная масса судоводителей состоит из рыбаков, которые</w:t>
      </w:r>
      <w:r>
        <w:rPr>
          <w:rFonts w:ascii="Times New Roman" w:hAnsi="Times New Roman" w:cs="Times New Roman"/>
          <w:sz w:val="24"/>
          <w:szCs w:val="24"/>
        </w:rPr>
        <w:t xml:space="preserve"> часто в азарте рыбалки, нарушают</w:t>
      </w:r>
      <w:r w:rsidRPr="00AC5F18">
        <w:rPr>
          <w:rFonts w:ascii="Times New Roman" w:hAnsi="Times New Roman" w:cs="Times New Roman"/>
          <w:sz w:val="24"/>
          <w:szCs w:val="24"/>
        </w:rPr>
        <w:t xml:space="preserve"> правила пользования маломерными судами, что создает угрозу возникновения происшествий.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AC5F18">
        <w:rPr>
          <w:rFonts w:ascii="Times New Roman" w:hAnsi="Times New Roman" w:cs="Times New Roman"/>
          <w:sz w:val="24"/>
          <w:szCs w:val="24"/>
        </w:rPr>
        <w:t>которые</w:t>
      </w:r>
      <w:r w:rsidRPr="00DE6CCE">
        <w:rPr>
          <w:rFonts w:ascii="Times New Roman" w:hAnsi="Times New Roman" w:cs="Times New Roman"/>
          <w:sz w:val="24"/>
          <w:szCs w:val="24"/>
        </w:rPr>
        <w:t xml:space="preserve"> </w:t>
      </w:r>
      <w:r w:rsidRPr="00AC5F18">
        <w:rPr>
          <w:rFonts w:ascii="Times New Roman" w:hAnsi="Times New Roman" w:cs="Times New Roman"/>
          <w:sz w:val="24"/>
          <w:szCs w:val="24"/>
        </w:rPr>
        <w:t>отдыхающие люди,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5F18">
        <w:rPr>
          <w:rFonts w:ascii="Times New Roman" w:hAnsi="Times New Roman" w:cs="Times New Roman"/>
          <w:sz w:val="24"/>
          <w:szCs w:val="24"/>
        </w:rPr>
        <w:t xml:space="preserve"> в отдельных случаях после употребления спиртных напитков, не боясь за свои жизни и жизни других, решают походить на </w:t>
      </w:r>
      <w:r>
        <w:rPr>
          <w:rFonts w:ascii="Times New Roman" w:hAnsi="Times New Roman" w:cs="Times New Roman"/>
          <w:sz w:val="24"/>
          <w:szCs w:val="24"/>
        </w:rPr>
        <w:t xml:space="preserve">маломерном </w:t>
      </w:r>
      <w:r w:rsidRPr="00AC5F18">
        <w:rPr>
          <w:rFonts w:ascii="Times New Roman" w:hAnsi="Times New Roman" w:cs="Times New Roman"/>
          <w:sz w:val="24"/>
          <w:szCs w:val="24"/>
        </w:rPr>
        <w:t xml:space="preserve">судне по </w:t>
      </w:r>
      <w:r>
        <w:rPr>
          <w:rFonts w:ascii="Times New Roman" w:hAnsi="Times New Roman" w:cs="Times New Roman"/>
          <w:sz w:val="24"/>
          <w:szCs w:val="24"/>
        </w:rPr>
        <w:t>водной акватории. Такие «похождения» зачастую заканчиваются плачевно.</w:t>
      </w:r>
    </w:p>
    <w:p w:rsidR="00D468AE" w:rsidRPr="00AC5F18" w:rsidRDefault="00D468AE" w:rsidP="003749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Патрулирования водоемов</w:t>
      </w:r>
      <w:r w:rsidRPr="00AC5F18">
        <w:rPr>
          <w:rFonts w:ascii="Times New Roman" w:hAnsi="Times New Roman" w:cs="Times New Roman"/>
          <w:sz w:val="24"/>
          <w:szCs w:val="24"/>
        </w:rPr>
        <w:t xml:space="preserve"> Новосибирской области проводятся регулярно. Инспекторы ГИМС следят за безопасностью на воде, осуществляют регистрацию и освидетельствование маломерных судов, аттестацию судоводителей, разъясняют владельцам судов правила их регистрации и эксплуатации, пресе</w:t>
      </w:r>
      <w:r>
        <w:rPr>
          <w:rFonts w:ascii="Times New Roman" w:hAnsi="Times New Roman" w:cs="Times New Roman"/>
          <w:sz w:val="24"/>
          <w:szCs w:val="24"/>
        </w:rPr>
        <w:t xml:space="preserve">кают выявленные нарушения при </w:t>
      </w:r>
      <w:r w:rsidRPr="00AC5F18">
        <w:rPr>
          <w:rFonts w:ascii="Times New Roman" w:hAnsi="Times New Roman" w:cs="Times New Roman"/>
          <w:sz w:val="24"/>
          <w:szCs w:val="24"/>
        </w:rPr>
        <w:t xml:space="preserve">пользовании </w:t>
      </w:r>
      <w:r>
        <w:rPr>
          <w:rFonts w:ascii="Times New Roman" w:hAnsi="Times New Roman" w:cs="Times New Roman"/>
          <w:sz w:val="24"/>
          <w:szCs w:val="24"/>
        </w:rPr>
        <w:t>м.</w:t>
      </w:r>
      <w:r w:rsidRPr="00AC5F18">
        <w:rPr>
          <w:rFonts w:ascii="Times New Roman" w:hAnsi="Times New Roman" w:cs="Times New Roman"/>
          <w:sz w:val="24"/>
          <w:szCs w:val="24"/>
        </w:rPr>
        <w:t>судов и привлекают нарушителей к ответственности. </w:t>
      </w:r>
    </w:p>
    <w:p w:rsidR="00D468AE" w:rsidRPr="00AC5F18" w:rsidRDefault="00D468AE" w:rsidP="0037492F">
      <w:pPr>
        <w:jc w:val="both"/>
        <w:rPr>
          <w:rFonts w:ascii="Times New Roman" w:hAnsi="Times New Roman" w:cs="Times New Roman"/>
          <w:sz w:val="24"/>
          <w:szCs w:val="24"/>
        </w:rPr>
      </w:pPr>
      <w:r w:rsidRPr="00AC5F18">
        <w:rPr>
          <w:rFonts w:ascii="Times New Roman" w:hAnsi="Times New Roman" w:cs="Times New Roman"/>
          <w:sz w:val="24"/>
          <w:szCs w:val="24"/>
        </w:rPr>
        <w:t>В случае выявления факта совершения административного правонарушения судоводитель подлежит привлечению к административной ответственности. В соответствии с Кодексом Российской Федерации об административных правонарушениях, маломерное судно может быть задержано и его эксплуатация запрещена путём перемещения и постановки судна на специализированную стоянку. </w:t>
      </w:r>
    </w:p>
    <w:p w:rsidR="00D468AE" w:rsidRDefault="00D468AE" w:rsidP="0037492F">
      <w:pPr>
        <w:jc w:val="both"/>
        <w:rPr>
          <w:rFonts w:ascii="Times New Roman" w:hAnsi="Times New Roman" w:cs="Times New Roman"/>
          <w:sz w:val="24"/>
          <w:szCs w:val="24"/>
        </w:rPr>
      </w:pPr>
      <w:r w:rsidRPr="00AC5F18">
        <w:rPr>
          <w:rFonts w:ascii="Times New Roman" w:hAnsi="Times New Roman" w:cs="Times New Roman"/>
          <w:sz w:val="24"/>
          <w:szCs w:val="24"/>
        </w:rPr>
        <w:t>Государственные инспектора ГИМС МЧС России имеют право</w:t>
      </w:r>
      <w:r>
        <w:rPr>
          <w:rFonts w:ascii="Times New Roman" w:hAnsi="Times New Roman" w:cs="Times New Roman"/>
          <w:sz w:val="24"/>
          <w:szCs w:val="24"/>
        </w:rPr>
        <w:t xml:space="preserve"> осматривать</w:t>
      </w:r>
      <w:r w:rsidRPr="00AC5F18">
        <w:rPr>
          <w:rFonts w:ascii="Times New Roman" w:hAnsi="Times New Roman" w:cs="Times New Roman"/>
          <w:sz w:val="24"/>
          <w:szCs w:val="24"/>
        </w:rPr>
        <w:t xml:space="preserve"> задерживать и помещать маломерные суда в установленном порядке на специализированные стоянки для хранения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C5F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8AE" w:rsidRPr="00AC5F18" w:rsidRDefault="00D468AE" w:rsidP="0037492F">
      <w:pPr>
        <w:jc w:val="both"/>
        <w:rPr>
          <w:rFonts w:ascii="Times New Roman" w:hAnsi="Times New Roman" w:cs="Times New Roman"/>
          <w:sz w:val="24"/>
          <w:szCs w:val="24"/>
        </w:rPr>
      </w:pPr>
      <w:r w:rsidRPr="00820B70">
        <w:rPr>
          <w:rFonts w:ascii="Times New Roman" w:hAnsi="Times New Roman" w:cs="Times New Roman"/>
          <w:b/>
          <w:bCs/>
          <w:sz w:val="24"/>
          <w:szCs w:val="24"/>
        </w:rPr>
        <w:t>Маломерные суда могут быть задержаны за следующие правонарушения</w:t>
      </w:r>
      <w:r w:rsidRPr="00AC5F18">
        <w:rPr>
          <w:rFonts w:ascii="Times New Roman" w:hAnsi="Times New Roman" w:cs="Times New Roman"/>
          <w:sz w:val="24"/>
          <w:szCs w:val="24"/>
        </w:rPr>
        <w:t>: </w:t>
      </w:r>
    </w:p>
    <w:p w:rsidR="00D468AE" w:rsidRPr="00AC5F18" w:rsidRDefault="00D468AE" w:rsidP="0037492F">
      <w:pPr>
        <w:jc w:val="both"/>
        <w:rPr>
          <w:rFonts w:ascii="Times New Roman" w:hAnsi="Times New Roman" w:cs="Times New Roman"/>
          <w:sz w:val="24"/>
          <w:szCs w:val="24"/>
        </w:rPr>
      </w:pPr>
      <w:r w:rsidRPr="00AC5F18">
        <w:rPr>
          <w:rFonts w:ascii="Times New Roman" w:hAnsi="Times New Roman" w:cs="Times New Roman"/>
          <w:sz w:val="24"/>
          <w:szCs w:val="24"/>
        </w:rPr>
        <w:t>части 1 ст. 11.8.1. КоАП РФ - управление маломерным судном судоводителем, не имеющим при себе документов, необходимых для допуска к управлению маломерным судном; </w:t>
      </w:r>
    </w:p>
    <w:p w:rsidR="00D468AE" w:rsidRDefault="00D468AE" w:rsidP="003749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 3 ст. 11.8.</w:t>
      </w:r>
      <w:r w:rsidRPr="00AC5F18">
        <w:rPr>
          <w:rFonts w:ascii="Times New Roman" w:hAnsi="Times New Roman" w:cs="Times New Roman"/>
          <w:sz w:val="24"/>
          <w:szCs w:val="24"/>
        </w:rPr>
        <w:t xml:space="preserve"> КоАП РФ - управление м</w:t>
      </w:r>
      <w:r>
        <w:rPr>
          <w:rFonts w:ascii="Times New Roman" w:hAnsi="Times New Roman" w:cs="Times New Roman"/>
          <w:sz w:val="24"/>
          <w:szCs w:val="24"/>
        </w:rPr>
        <w:t>аломерным не зарегистрированным в установленном порядке, имеющим неисправности с которыми запрещена эксплуатация данного маломерного судна.</w:t>
      </w:r>
    </w:p>
    <w:p w:rsidR="00D468AE" w:rsidRPr="00AC5F18" w:rsidRDefault="00D468AE" w:rsidP="0037492F">
      <w:pPr>
        <w:jc w:val="both"/>
        <w:rPr>
          <w:rFonts w:ascii="Times New Roman" w:hAnsi="Times New Roman" w:cs="Times New Roman"/>
          <w:sz w:val="24"/>
          <w:szCs w:val="24"/>
        </w:rPr>
      </w:pPr>
      <w:r w:rsidRPr="00AC5F18">
        <w:rPr>
          <w:rFonts w:ascii="Times New Roman" w:hAnsi="Times New Roman" w:cs="Times New Roman"/>
          <w:sz w:val="24"/>
          <w:szCs w:val="24"/>
        </w:rPr>
        <w:t>ст.11.9. КоАП  РФ - управление судном судоводителем или иным лицом, находящимися в состоянии опьянения.</w:t>
      </w:r>
    </w:p>
    <w:p w:rsidR="00D468AE" w:rsidRPr="00AC5F18" w:rsidRDefault="00D468AE" w:rsidP="0037492F">
      <w:pPr>
        <w:jc w:val="both"/>
        <w:rPr>
          <w:rFonts w:ascii="Times New Roman" w:hAnsi="Times New Roman" w:cs="Times New Roman"/>
          <w:sz w:val="24"/>
          <w:szCs w:val="24"/>
        </w:rPr>
      </w:pPr>
      <w:r w:rsidRPr="00820B70">
        <w:rPr>
          <w:rFonts w:ascii="Times New Roman" w:hAnsi="Times New Roman" w:cs="Times New Roman"/>
          <w:b/>
          <w:bCs/>
          <w:sz w:val="24"/>
          <w:szCs w:val="24"/>
        </w:rPr>
        <w:t xml:space="preserve">Государственная инспекция по маломерным судам </w:t>
      </w:r>
      <w:r>
        <w:rPr>
          <w:rFonts w:ascii="Times New Roman" w:hAnsi="Times New Roman" w:cs="Times New Roman"/>
          <w:b/>
          <w:bCs/>
          <w:sz w:val="24"/>
          <w:szCs w:val="24"/>
        </w:rPr>
        <w:t>напоминает.</w:t>
      </w:r>
    </w:p>
    <w:p w:rsidR="00D468AE" w:rsidRPr="00AC5F18" w:rsidRDefault="00D468AE" w:rsidP="007F27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C5F18">
        <w:rPr>
          <w:rFonts w:ascii="Times New Roman" w:hAnsi="Times New Roman" w:cs="Times New Roman"/>
          <w:sz w:val="24"/>
          <w:szCs w:val="24"/>
        </w:rPr>
        <w:t>- при выходе маломерных судов судоводитель должен иметь при себе удостоверение на право управления маломерным судном, судовой билет маломерного судна или его копию, заверенную в установленном порядке, документы, подтверждающие право владения, пользования или распоряжения управляемым им судном в отсутствие владельца; 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AC5F18">
        <w:rPr>
          <w:rFonts w:ascii="Times New Roman" w:hAnsi="Times New Roman" w:cs="Times New Roman"/>
          <w:sz w:val="24"/>
          <w:szCs w:val="24"/>
        </w:rPr>
        <w:t>- с начала момента движения маломерного судна экипаж должен быть в спасательных жилетах, количество спасательных средств должно соответствовать записи в судовом билете при регистрации маломерного судна;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AC5F18">
        <w:rPr>
          <w:rFonts w:ascii="Times New Roman" w:hAnsi="Times New Roman" w:cs="Times New Roman"/>
          <w:sz w:val="24"/>
          <w:szCs w:val="24"/>
        </w:rPr>
        <w:t>- в ходе эксплуатации маломерного судна не подвергайте себя опасности, не управляйте судном в состоянии опьянения.</w:t>
      </w:r>
    </w:p>
    <w:p w:rsidR="00D468AE" w:rsidRPr="008F1532" w:rsidRDefault="00D468AE" w:rsidP="0037492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1532">
        <w:rPr>
          <w:rFonts w:ascii="Times New Roman" w:hAnsi="Times New Roman" w:cs="Times New Roman"/>
          <w:b/>
          <w:bCs/>
          <w:sz w:val="24"/>
          <w:szCs w:val="24"/>
        </w:rPr>
        <w:t>Помните: строгое соблюдение правил охраны жизни людей на водоемах 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правильная</w:t>
      </w:r>
      <w:r w:rsidRPr="008F1532">
        <w:rPr>
          <w:rFonts w:ascii="Times New Roman" w:hAnsi="Times New Roman" w:cs="Times New Roman"/>
          <w:b/>
          <w:bCs/>
          <w:sz w:val="24"/>
          <w:szCs w:val="24"/>
        </w:rPr>
        <w:t xml:space="preserve"> эксплуатация маломерных судов – непременные условия безопасности на воде.</w:t>
      </w:r>
    </w:p>
    <w:p w:rsidR="00D468AE" w:rsidRPr="00820B70" w:rsidRDefault="00D468AE" w:rsidP="0037492F">
      <w:pPr>
        <w:jc w:val="both"/>
        <w:rPr>
          <w:rFonts w:ascii="Times New Roman" w:hAnsi="Times New Roman" w:cs="Times New Roman"/>
          <w:sz w:val="24"/>
          <w:szCs w:val="24"/>
        </w:rPr>
      </w:pPr>
      <w:r w:rsidRPr="00820B70">
        <w:rPr>
          <w:rFonts w:ascii="Times New Roman" w:hAnsi="Times New Roman" w:cs="Times New Roman"/>
          <w:sz w:val="24"/>
          <w:szCs w:val="24"/>
        </w:rPr>
        <w:t>Купинское инспекторское отделение ФКУ «Центр ГИМС МЧС России  по  НСО»</w:t>
      </w:r>
    </w:p>
    <w:sectPr w:rsidR="00D468AE" w:rsidRPr="00820B70" w:rsidSect="00711DF9">
      <w:pgSz w:w="11906" w:h="16838"/>
      <w:pgMar w:top="567" w:right="737" w:bottom="51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049F"/>
    <w:rsid w:val="000863B3"/>
    <w:rsid w:val="000B2187"/>
    <w:rsid w:val="000B5670"/>
    <w:rsid w:val="000C3D6D"/>
    <w:rsid w:val="000E46F4"/>
    <w:rsid w:val="0017122F"/>
    <w:rsid w:val="00213185"/>
    <w:rsid w:val="0037492F"/>
    <w:rsid w:val="006B049F"/>
    <w:rsid w:val="00711DF9"/>
    <w:rsid w:val="007F2708"/>
    <w:rsid w:val="00820B70"/>
    <w:rsid w:val="008F1532"/>
    <w:rsid w:val="00A02FD4"/>
    <w:rsid w:val="00AC3691"/>
    <w:rsid w:val="00AC5F18"/>
    <w:rsid w:val="00BF12AA"/>
    <w:rsid w:val="00C37C51"/>
    <w:rsid w:val="00C5646E"/>
    <w:rsid w:val="00C64DBA"/>
    <w:rsid w:val="00D25A4E"/>
    <w:rsid w:val="00D468AE"/>
    <w:rsid w:val="00DE6CCE"/>
    <w:rsid w:val="00E14AE3"/>
    <w:rsid w:val="00EA2375"/>
    <w:rsid w:val="00EA4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E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C3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C3D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7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</TotalTime>
  <Pages>1</Pages>
  <Words>467</Words>
  <Characters>2662</Characters>
  <Application>Microsoft Office Outlook</Application>
  <DocSecurity>0</DocSecurity>
  <Lines>0</Lines>
  <Paragraphs>0</Paragraphs>
  <ScaleCrop>false</ScaleCrop>
  <Company>ГУ МЧС России по НСО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Zver</cp:lastModifiedBy>
  <cp:revision>5</cp:revision>
  <dcterms:created xsi:type="dcterms:W3CDTF">2017-08-04T03:51:00Z</dcterms:created>
  <dcterms:modified xsi:type="dcterms:W3CDTF">2018-06-07T21:13:00Z</dcterms:modified>
</cp:coreProperties>
</file>